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5696136-545E-4740-AAAE-E2B88BC99009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